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F" w:rsidRDefault="0042142F" w:rsidP="0042142F">
      <w:pPr>
        <w:ind w:right="282"/>
        <w:jc w:val="both"/>
        <w:rPr>
          <w:rFonts w:ascii="Verdana" w:hAnsi="Verdana"/>
        </w:rPr>
      </w:pPr>
    </w:p>
    <w:p w:rsidR="008B5C4B" w:rsidRDefault="00B461D9" w:rsidP="004717B6">
      <w:pPr>
        <w:ind w:right="282"/>
        <w:jc w:val="both"/>
        <w:rPr>
          <w:rFonts w:ascii="Verdana" w:hAnsi="Verdana"/>
        </w:rPr>
      </w:pPr>
      <w:r>
        <w:rPr>
          <w:rFonts w:ascii="Verdana" w:hAnsi="Verdana"/>
        </w:rPr>
        <w:t>Roma</w:t>
      </w:r>
      <w:r w:rsidR="00F51B1B" w:rsidRPr="00CA5F9E">
        <w:rPr>
          <w:rFonts w:ascii="Verdana" w:hAnsi="Verdana"/>
        </w:rPr>
        <w:t>,</w:t>
      </w:r>
      <w:r w:rsidR="008B5C4B">
        <w:rPr>
          <w:rFonts w:ascii="Verdana" w:hAnsi="Verdana"/>
        </w:rPr>
        <w:t xml:space="preserve"> 15 settembre 2020</w:t>
      </w:r>
    </w:p>
    <w:p w:rsidR="008B5C4B" w:rsidRDefault="008B5C4B" w:rsidP="004717B6">
      <w:pPr>
        <w:ind w:right="282"/>
        <w:jc w:val="both"/>
        <w:rPr>
          <w:rFonts w:ascii="Verdana" w:hAnsi="Verdana"/>
        </w:rPr>
      </w:pPr>
    </w:p>
    <w:p w:rsidR="003D2F85" w:rsidRDefault="003D2F85" w:rsidP="008B5C4B">
      <w:pPr>
        <w:spacing w:after="0" w:line="360" w:lineRule="auto"/>
        <w:ind w:right="284"/>
        <w:jc w:val="center"/>
        <w:rPr>
          <w:rFonts w:ascii="Verdana" w:hAnsi="Verdana"/>
          <w:b/>
        </w:rPr>
      </w:pPr>
    </w:p>
    <w:p w:rsidR="008B5C4B" w:rsidRPr="008B5C4B" w:rsidRDefault="008B5C4B" w:rsidP="008B5C4B">
      <w:pPr>
        <w:spacing w:after="0" w:line="360" w:lineRule="auto"/>
        <w:ind w:right="284"/>
        <w:jc w:val="center"/>
        <w:rPr>
          <w:rFonts w:ascii="Verdana" w:hAnsi="Verdana"/>
          <w:b/>
        </w:rPr>
      </w:pPr>
      <w:bookmarkStart w:id="0" w:name="_GoBack"/>
      <w:bookmarkEnd w:id="0"/>
      <w:r w:rsidRPr="008B5C4B">
        <w:rPr>
          <w:rFonts w:ascii="Verdana" w:hAnsi="Verdana"/>
          <w:b/>
        </w:rPr>
        <w:t>Reddito e Pensione di Cittadinanza</w:t>
      </w:r>
    </w:p>
    <w:p w:rsidR="008B5C4B" w:rsidRPr="008B5C4B" w:rsidRDefault="008B5C4B" w:rsidP="008B5C4B">
      <w:pPr>
        <w:spacing w:after="0" w:line="360" w:lineRule="auto"/>
        <w:ind w:right="284"/>
        <w:jc w:val="center"/>
        <w:rPr>
          <w:rFonts w:ascii="Verdana" w:hAnsi="Verdana"/>
          <w:b/>
        </w:rPr>
      </w:pPr>
      <w:r w:rsidRPr="008B5C4B">
        <w:rPr>
          <w:rFonts w:ascii="Verdana" w:hAnsi="Verdana"/>
          <w:b/>
        </w:rPr>
        <w:t>I dati di agosto</w:t>
      </w:r>
    </w:p>
    <w:p w:rsidR="008B5C4B" w:rsidRDefault="008B5C4B" w:rsidP="008B5C4B">
      <w:pPr>
        <w:ind w:right="282"/>
        <w:jc w:val="both"/>
        <w:rPr>
          <w:rFonts w:ascii="Verdana" w:hAnsi="Verdana"/>
        </w:rPr>
      </w:pPr>
    </w:p>
    <w:p w:rsidR="008B5C4B" w:rsidRDefault="008B5C4B" w:rsidP="008B5C4B">
      <w:pPr>
        <w:ind w:right="282"/>
        <w:jc w:val="both"/>
        <w:rPr>
          <w:rFonts w:ascii="Verdana" w:hAnsi="Verdana"/>
        </w:rPr>
      </w:pPr>
    </w:p>
    <w:p w:rsidR="008B5C4B" w:rsidRPr="008B5C4B" w:rsidRDefault="008B5C4B" w:rsidP="008B5C4B">
      <w:pPr>
        <w:ind w:right="282"/>
        <w:jc w:val="both"/>
        <w:rPr>
          <w:rFonts w:ascii="Verdana" w:hAnsi="Verdana"/>
        </w:rPr>
      </w:pPr>
      <w:r w:rsidRPr="008B5C4B">
        <w:rPr>
          <w:rFonts w:ascii="Verdana" w:hAnsi="Verdana"/>
        </w:rPr>
        <w:t>Con il mese di agosto si registra un incremento dei nuclei beneficiari di Reddito/Pensione di Cittadinanza di oltre il 23% rispetto al corrispondente dato del mese di gennaio 2020 (1,304 milioni di famiglie vs 1,059 milioni del mese di gennaio) e un aumento del 20% del numero di persone coinvolte, che sono passate da 2,562 milioni di gennaio a 3,081 milioni registrate nel mese di agosto.</w:t>
      </w:r>
    </w:p>
    <w:p w:rsidR="008B5C4B" w:rsidRPr="008B5C4B" w:rsidRDefault="008B5C4B" w:rsidP="008B5C4B">
      <w:pPr>
        <w:ind w:right="282"/>
        <w:jc w:val="both"/>
        <w:rPr>
          <w:rFonts w:ascii="Verdana" w:hAnsi="Verdana"/>
        </w:rPr>
      </w:pPr>
      <w:r w:rsidRPr="008B5C4B">
        <w:rPr>
          <w:rFonts w:ascii="Verdana" w:hAnsi="Verdana"/>
        </w:rPr>
        <w:t>In particolare, con riferimento al solo Reddito di Cittadinanza, l’incremento dei nuclei beneficiari è stato di oltre il 25%, con un aumento del 21% del numero di persone coinvolte, sempre rispetto al mese di gennaio 2020.</w:t>
      </w:r>
    </w:p>
    <w:p w:rsidR="00F60253" w:rsidRPr="00132831" w:rsidRDefault="00F60253" w:rsidP="004717B6">
      <w:pPr>
        <w:ind w:right="282"/>
        <w:jc w:val="both"/>
        <w:rPr>
          <w:rFonts w:ascii="Verdana" w:eastAsia="Times New Roman" w:hAnsi="Verdana" w:cs="Times New Roman"/>
        </w:rPr>
      </w:pPr>
    </w:p>
    <w:p w:rsidR="003D32B0" w:rsidRPr="00132831" w:rsidRDefault="003D32B0" w:rsidP="00E2018E">
      <w:pPr>
        <w:ind w:right="282"/>
        <w:jc w:val="both"/>
        <w:rPr>
          <w:rFonts w:ascii="Verdana" w:hAnsi="Verdana"/>
        </w:rPr>
      </w:pPr>
    </w:p>
    <w:sectPr w:rsidR="003D32B0" w:rsidRPr="00132831" w:rsidSect="00BA6BAB"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2835" w:footer="16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19" w:rsidRDefault="00707419" w:rsidP="008608E1">
      <w:pPr>
        <w:spacing w:after="0" w:line="240" w:lineRule="auto"/>
      </w:pPr>
      <w:r>
        <w:separator/>
      </w:r>
    </w:p>
  </w:endnote>
  <w:endnote w:type="continuationSeparator" w:id="0">
    <w:p w:rsidR="00707419" w:rsidRDefault="00707419" w:rsidP="0086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20002287" w:usb1="00000000" w:usb2="00000000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8E1" w:rsidRDefault="00BA6BAB" w:rsidP="00263412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70990B0" wp14:editId="4500BA7B">
              <wp:simplePos x="0" y="0"/>
              <wp:positionH relativeFrom="column">
                <wp:posOffset>1203960</wp:posOffset>
              </wp:positionH>
              <wp:positionV relativeFrom="page">
                <wp:posOffset>9467850</wp:posOffset>
              </wp:positionV>
              <wp:extent cx="3005455" cy="890905"/>
              <wp:effectExtent l="0" t="0" r="444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5455" cy="890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tel</w:t>
                          </w:r>
                          <w:proofErr w:type="spellEnd"/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+39 06 5905 5085</w:t>
                          </w:r>
                        </w:p>
                        <w:p w:rsidR="00DC03DD" w:rsidRPr="00DC03DD" w:rsidRDefault="00DC03DD" w:rsidP="00DC03DD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DC03DD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ufficio.stampa@inps.it</w:t>
                          </w:r>
                        </w:p>
                        <w:p w:rsidR="00A56B08" w:rsidRPr="00CA5F9E" w:rsidRDefault="00A56B08" w:rsidP="00A56B08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0990B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4.8pt;margin-top:745.5pt;width:236.65pt;height:70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" stroked="f">
              <v:textbox style="mso-fit-shape-to-text:t">
                <w:txbxContent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proofErr w:type="spellStart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tel</w:t>
                    </w:r>
                    <w:proofErr w:type="spellEnd"/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+39 06 5905 5085</w:t>
                    </w:r>
                  </w:p>
                  <w:p w:rsidR="00DC03DD" w:rsidRPr="00DC03DD" w:rsidRDefault="00DC03DD" w:rsidP="00DC03DD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DC03DD">
                      <w:rPr>
                        <w:rFonts w:ascii="Gill Sans MT" w:hAnsi="Gill Sans MT"/>
                        <w:sz w:val="20"/>
                        <w:szCs w:val="20"/>
                      </w:rPr>
                      <w:t>ufficio.stampa@inps.it</w:t>
                    </w:r>
                  </w:p>
                  <w:p w:rsidR="00A56B08" w:rsidRPr="00CA5F9E" w:rsidRDefault="00A56B08" w:rsidP="00A56B08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5995035</wp:posOffset>
              </wp:positionH>
              <wp:positionV relativeFrom="page">
                <wp:posOffset>9925050</wp:posOffset>
              </wp:positionV>
              <wp:extent cx="342900" cy="219075"/>
              <wp:effectExtent l="0" t="0" r="0" b="9525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2190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2A39" w:rsidRDefault="00682A39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060E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472.05pt;margin-top:781.5pt;width:27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" fillcolor="white [3201]" stroked="f" strokeweight=".5pt">
              <v:textbox>
                <w:txbxContent>
                  <w:p w:rsidR="00682A39" w:rsidRDefault="00682A39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C060E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D7BD5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C90739" wp14:editId="2926F180">
          <wp:simplePos x="0" y="0"/>
          <wp:positionH relativeFrom="margin">
            <wp:posOffset>718185</wp:posOffset>
          </wp:positionH>
          <wp:positionV relativeFrom="bottomMargin">
            <wp:posOffset>74295</wp:posOffset>
          </wp:positionV>
          <wp:extent cx="409575" cy="581025"/>
          <wp:effectExtent l="0" t="0" r="9525" b="9525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stazione carta senz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5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7BD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A57096" wp14:editId="6CDCFC29">
              <wp:simplePos x="0" y="0"/>
              <wp:positionH relativeFrom="column">
                <wp:posOffset>571500</wp:posOffset>
              </wp:positionH>
              <wp:positionV relativeFrom="paragraph">
                <wp:posOffset>47625</wp:posOffset>
              </wp:positionV>
              <wp:extent cx="0" cy="586740"/>
              <wp:effectExtent l="0" t="0" r="19050" b="2286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AA50FD" id="Connettore 1 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pt,3.75pt" to="4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" strokecolor="#4472c4 [3204]" strokeweight=".5pt">
              <v:stroke joinstyle="miter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7A1" w:rsidRDefault="00BA6BAB" w:rsidP="003437A1">
    <w:pPr>
      <w:pStyle w:val="Pidipagina"/>
      <w:tabs>
        <w:tab w:val="clear" w:pos="4819"/>
      </w:tabs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1" layoutInCell="1" allowOverlap="1" wp14:anchorId="17C0524C" wp14:editId="4821DD43">
              <wp:simplePos x="0" y="0"/>
              <wp:positionH relativeFrom="column">
                <wp:posOffset>575310</wp:posOffset>
              </wp:positionH>
              <wp:positionV relativeFrom="page">
                <wp:posOffset>9544685</wp:posOffset>
              </wp:positionV>
              <wp:extent cx="0" cy="586740"/>
              <wp:effectExtent l="0" t="0" r="19050" b="22860"/>
              <wp:wrapNone/>
              <wp:docPr id="17" name="Connettore 1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67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AAB0B9" id="Connettore 1 17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5.3pt,751.55pt" to="45.3pt,7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" strokecolor="#4472c4 [3204]" strokeweight=".5pt">
              <v:stroke joinstyle="miter"/>
              <w10:wrap anchory="page"/>
              <w10:anchorlock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column">
                <wp:posOffset>632460</wp:posOffset>
              </wp:positionH>
              <wp:positionV relativeFrom="page">
                <wp:posOffset>9486900</wp:posOffset>
              </wp:positionV>
              <wp:extent cx="3004820" cy="876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B461D9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viale Aldo Ballarin, 42 - 00142 Roma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44780" cy="144780"/>
                                <wp:effectExtent l="0" t="0" r="7620" b="7620"/>
                                <wp:docPr id="24" name="Immagine 24" descr="tel_fiss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tel_fiss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4780" cy="1447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+39 </w:t>
                          </w:r>
                          <w:r w:rsidR="000150B4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06 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5905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5085</w:t>
                          </w:r>
                        </w:p>
                        <w:p w:rsidR="00EA1DC0" w:rsidRPr="00CA5F9E" w:rsidRDefault="00983D6B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it-IT"/>
                            </w:rPr>
                            <w:drawing>
                              <wp:inline distT="0" distB="0" distL="0" distR="0">
                                <wp:extent cx="137160" cy="137160"/>
                                <wp:effectExtent l="0" t="0" r="0" b="0"/>
                                <wp:docPr id="25" name="Immagine 25" descr="mai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mai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160" cy="137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 </w:t>
                          </w:r>
                          <w:r w:rsidR="00B461D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ufficio.stampa</w:t>
                          </w:r>
                          <w:r w:rsidR="00EA1DC0"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@inps.it</w:t>
                          </w:r>
                        </w:p>
                        <w:p w:rsidR="00EA1DC0" w:rsidRPr="00CA5F9E" w:rsidRDefault="00EA1DC0" w:rsidP="00EA1DC0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www.inps.it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9.8pt;margin-top:747pt;width:236.6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" stroked="f">
              <v:textbox>
                <w:txbxContent>
                  <w:p w:rsidR="008608E1" w:rsidRPr="00CA5F9E" w:rsidRDefault="00B461D9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viale Aldo Ballarin, 42 - 00142 Roma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44780" cy="144780"/>
                          <wp:effectExtent l="0" t="0" r="7620" b="7620"/>
                          <wp:docPr id="24" name="Immagine 24" descr="tel_fiss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tel_fiss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4780" cy="144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+39 </w:t>
                    </w:r>
                    <w:r w:rsidR="000150B4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06 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5905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5085</w:t>
                    </w:r>
                  </w:p>
                  <w:p w:rsidR="00EA1DC0" w:rsidRPr="00CA5F9E" w:rsidRDefault="00983D6B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it-IT"/>
                      </w:rPr>
                      <w:drawing>
                        <wp:inline distT="0" distB="0" distL="0" distR="0">
                          <wp:extent cx="137160" cy="137160"/>
                          <wp:effectExtent l="0" t="0" r="0" b="0"/>
                          <wp:docPr id="25" name="Immagine 25" descr="mai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mai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160" cy="137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 </w:t>
                    </w:r>
                    <w:r w:rsidR="00B461D9">
                      <w:rPr>
                        <w:rFonts w:ascii="Gill Sans MT" w:hAnsi="Gill Sans MT"/>
                        <w:sz w:val="20"/>
                        <w:szCs w:val="20"/>
                      </w:rPr>
                      <w:t>ufficio.stampa</w:t>
                    </w:r>
                    <w:r w:rsidR="00EA1DC0"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@inps.it</w:t>
                    </w:r>
                  </w:p>
                  <w:p w:rsidR="00EA1DC0" w:rsidRPr="00CA5F9E" w:rsidRDefault="00EA1DC0" w:rsidP="00EA1DC0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>www.inps.it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437A1">
      <w:tab/>
    </w:r>
    <w:r w:rsidR="001022C2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19" w:rsidRDefault="00707419" w:rsidP="008608E1">
      <w:pPr>
        <w:spacing w:after="0" w:line="240" w:lineRule="auto"/>
      </w:pPr>
      <w:r>
        <w:separator/>
      </w:r>
    </w:p>
  </w:footnote>
  <w:footnote w:type="continuationSeparator" w:id="0">
    <w:p w:rsidR="00707419" w:rsidRDefault="00707419" w:rsidP="0086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8E1" w:rsidRDefault="008608E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636270</wp:posOffset>
              </wp:positionH>
              <wp:positionV relativeFrom="page">
                <wp:posOffset>1028700</wp:posOffset>
              </wp:positionV>
              <wp:extent cx="3257550" cy="9220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0" cy="922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08E1" w:rsidRPr="00CA5F9E" w:rsidRDefault="008608E1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 w:rsidRPr="00CA5F9E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 xml:space="preserve">Direzione centrale </w:t>
                          </w:r>
                          <w:r w:rsidR="00FA6579"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Organizzazione e Comunicazione</w:t>
                          </w:r>
                        </w:p>
                        <w:p w:rsidR="008608E1" w:rsidRPr="00CA5F9E" w:rsidRDefault="00B461D9" w:rsidP="008608E1">
                          <w:pPr>
                            <w:spacing w:after="0" w:line="240" w:lineRule="auto"/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ill Sans MT" w:hAnsi="Gill Sans MT"/>
                              <w:sz w:val="20"/>
                              <w:szCs w:val="20"/>
                            </w:rPr>
                            <w:t>Ufficio Relazioni con i Media</w:t>
                          </w:r>
                        </w:p>
                        <w:p w:rsidR="0042142F" w:rsidRDefault="0042142F" w:rsidP="0042142F">
                          <w:pPr>
                            <w:spacing w:after="0" w:line="240" w:lineRule="auto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8608E1" w:rsidRPr="0042142F" w:rsidRDefault="0042142F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42142F">
                            <w:rPr>
                              <w:b/>
                              <w:sz w:val="32"/>
                              <w:szCs w:val="32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0.1pt;margin-top:81pt;width:256.5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" filled="f" stroked="f">
              <v:textbox>
                <w:txbxContent>
                  <w:p w:rsidR="008608E1" w:rsidRPr="00CA5F9E" w:rsidRDefault="008608E1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 w:rsidRPr="00CA5F9E">
                      <w:rPr>
                        <w:rFonts w:ascii="Gill Sans MT" w:hAnsi="Gill Sans MT"/>
                        <w:sz w:val="20"/>
                        <w:szCs w:val="20"/>
                      </w:rPr>
                      <w:t xml:space="preserve">Direzione centrale </w:t>
                    </w:r>
                    <w:r w:rsidR="00FA6579">
                      <w:rPr>
                        <w:rFonts w:ascii="Gill Sans MT" w:hAnsi="Gill Sans MT"/>
                        <w:sz w:val="20"/>
                        <w:szCs w:val="20"/>
                      </w:rPr>
                      <w:t>Organizzazione e Comunicazione</w:t>
                    </w:r>
                  </w:p>
                  <w:p w:rsidR="008608E1" w:rsidRPr="00CA5F9E" w:rsidRDefault="00B461D9" w:rsidP="008608E1">
                    <w:pPr>
                      <w:spacing w:after="0" w:line="240" w:lineRule="auto"/>
                      <w:rPr>
                        <w:rFonts w:ascii="Gill Sans MT" w:hAnsi="Gill Sans MT"/>
                        <w:sz w:val="20"/>
                        <w:szCs w:val="20"/>
                      </w:rPr>
                    </w:pPr>
                    <w:r>
                      <w:rPr>
                        <w:rFonts w:ascii="Gill Sans MT" w:hAnsi="Gill Sans MT"/>
                        <w:sz w:val="20"/>
                        <w:szCs w:val="20"/>
                      </w:rPr>
                      <w:t>Ufficio Relazioni con i Media</w:t>
                    </w:r>
                  </w:p>
                  <w:p w:rsidR="0042142F" w:rsidRDefault="0042142F" w:rsidP="0042142F">
                    <w:pPr>
                      <w:spacing w:after="0" w:line="240" w:lineRule="auto"/>
                      <w:rPr>
                        <w:b/>
                        <w:sz w:val="32"/>
                        <w:szCs w:val="32"/>
                      </w:rPr>
                    </w:pPr>
                  </w:p>
                  <w:p w:rsidR="008608E1" w:rsidRPr="0042142F" w:rsidRDefault="0042142F">
                    <w:pPr>
                      <w:rPr>
                        <w:b/>
                        <w:sz w:val="32"/>
                        <w:szCs w:val="32"/>
                      </w:rPr>
                    </w:pPr>
                    <w:r w:rsidRPr="0042142F">
                      <w:rPr>
                        <w:b/>
                        <w:sz w:val="32"/>
                        <w:szCs w:val="32"/>
                      </w:rPr>
                      <w:t>Comunicato stampa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 wp14:anchorId="16E535AF" wp14:editId="72492AAD">
          <wp:simplePos x="0" y="0"/>
          <wp:positionH relativeFrom="margin">
            <wp:posOffset>-267335</wp:posOffset>
          </wp:positionH>
          <wp:positionV relativeFrom="page">
            <wp:posOffset>480060</wp:posOffset>
          </wp:positionV>
          <wp:extent cx="2821940" cy="101854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stazione ba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94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C1E93"/>
    <w:multiLevelType w:val="hybridMultilevel"/>
    <w:tmpl w:val="341450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42"/>
    <w:rsid w:val="000150B4"/>
    <w:rsid w:val="000561B8"/>
    <w:rsid w:val="000878C2"/>
    <w:rsid w:val="000B100D"/>
    <w:rsid w:val="000E7B9D"/>
    <w:rsid w:val="000F07C9"/>
    <w:rsid w:val="001022C2"/>
    <w:rsid w:val="00132831"/>
    <w:rsid w:val="00154A54"/>
    <w:rsid w:val="00196180"/>
    <w:rsid w:val="00197C85"/>
    <w:rsid w:val="001B4E10"/>
    <w:rsid w:val="001D4C15"/>
    <w:rsid w:val="001D50E8"/>
    <w:rsid w:val="00220AF2"/>
    <w:rsid w:val="00241A6B"/>
    <w:rsid w:val="00263402"/>
    <w:rsid w:val="00263412"/>
    <w:rsid w:val="003232DD"/>
    <w:rsid w:val="00342D79"/>
    <w:rsid w:val="003437A1"/>
    <w:rsid w:val="003C1EED"/>
    <w:rsid w:val="003D2F85"/>
    <w:rsid w:val="003D32B0"/>
    <w:rsid w:val="003E5E48"/>
    <w:rsid w:val="00411C93"/>
    <w:rsid w:val="0042142F"/>
    <w:rsid w:val="004717B6"/>
    <w:rsid w:val="004F7560"/>
    <w:rsid w:val="00574D9E"/>
    <w:rsid w:val="005A3056"/>
    <w:rsid w:val="005B1417"/>
    <w:rsid w:val="00661DBE"/>
    <w:rsid w:val="00682A39"/>
    <w:rsid w:val="00693673"/>
    <w:rsid w:val="006A7F50"/>
    <w:rsid w:val="006B27E0"/>
    <w:rsid w:val="00702A63"/>
    <w:rsid w:val="00707419"/>
    <w:rsid w:val="00714D10"/>
    <w:rsid w:val="007165AF"/>
    <w:rsid w:val="007230AC"/>
    <w:rsid w:val="00760AB7"/>
    <w:rsid w:val="007747BD"/>
    <w:rsid w:val="0078756F"/>
    <w:rsid w:val="007B506D"/>
    <w:rsid w:val="007D69F8"/>
    <w:rsid w:val="00800B42"/>
    <w:rsid w:val="00825D54"/>
    <w:rsid w:val="008425F7"/>
    <w:rsid w:val="008608E1"/>
    <w:rsid w:val="008713AA"/>
    <w:rsid w:val="00874FD2"/>
    <w:rsid w:val="008974FC"/>
    <w:rsid w:val="008B5C4B"/>
    <w:rsid w:val="008B6669"/>
    <w:rsid w:val="008D4ED9"/>
    <w:rsid w:val="008E6513"/>
    <w:rsid w:val="008F25EB"/>
    <w:rsid w:val="008F308A"/>
    <w:rsid w:val="00946EA0"/>
    <w:rsid w:val="00983D6B"/>
    <w:rsid w:val="00994025"/>
    <w:rsid w:val="00A337D0"/>
    <w:rsid w:val="00A375B7"/>
    <w:rsid w:val="00A56B08"/>
    <w:rsid w:val="00A92D90"/>
    <w:rsid w:val="00AE5AB0"/>
    <w:rsid w:val="00B12747"/>
    <w:rsid w:val="00B138AC"/>
    <w:rsid w:val="00B374D7"/>
    <w:rsid w:val="00B461D9"/>
    <w:rsid w:val="00B6799C"/>
    <w:rsid w:val="00B720E5"/>
    <w:rsid w:val="00BA2A6B"/>
    <w:rsid w:val="00BA6BAB"/>
    <w:rsid w:val="00C060E2"/>
    <w:rsid w:val="00C12A20"/>
    <w:rsid w:val="00C32C51"/>
    <w:rsid w:val="00CA5F9E"/>
    <w:rsid w:val="00CD7BD5"/>
    <w:rsid w:val="00D009CE"/>
    <w:rsid w:val="00D4761D"/>
    <w:rsid w:val="00D72F43"/>
    <w:rsid w:val="00D767E4"/>
    <w:rsid w:val="00D9518A"/>
    <w:rsid w:val="00DB04B6"/>
    <w:rsid w:val="00DC03DD"/>
    <w:rsid w:val="00E00044"/>
    <w:rsid w:val="00E2018E"/>
    <w:rsid w:val="00E34EA3"/>
    <w:rsid w:val="00E64612"/>
    <w:rsid w:val="00E84711"/>
    <w:rsid w:val="00EA1DC0"/>
    <w:rsid w:val="00EE63F1"/>
    <w:rsid w:val="00EF3125"/>
    <w:rsid w:val="00F51B1B"/>
    <w:rsid w:val="00F60253"/>
    <w:rsid w:val="00F62B05"/>
    <w:rsid w:val="00F67A4F"/>
    <w:rsid w:val="00FA6579"/>
    <w:rsid w:val="00FB7AD1"/>
    <w:rsid w:val="00FC7880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F502F"/>
  <w15:chartTrackingRefBased/>
  <w15:docId w15:val="{7B0A51B9-98B6-4766-9453-D7191961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8E1"/>
  </w:style>
  <w:style w:type="paragraph" w:styleId="Pidipagina">
    <w:name w:val="footer"/>
    <w:basedOn w:val="Normale"/>
    <w:link w:val="PidipaginaCarattere"/>
    <w:uiPriority w:val="99"/>
    <w:unhideWhenUsed/>
    <w:rsid w:val="0086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28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A1DC0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342D7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42D79"/>
    <w:rPr>
      <w:rFonts w:ascii="Calibri" w:eastAsia="Times New Roman" w:hAnsi="Calibri" w:cs="Times New Roman"/>
      <w:sz w:val="20"/>
      <w:szCs w:val="20"/>
    </w:rPr>
  </w:style>
  <w:style w:type="character" w:styleId="Rimandonotaapidipagina">
    <w:name w:val="footnote reference"/>
    <w:semiHidden/>
    <w:unhideWhenUsed/>
    <w:rsid w:val="00342D79"/>
    <w:rPr>
      <w:rFonts w:ascii="Times New Roman" w:hAnsi="Times New Roman" w:cs="Times New Roman" w:hint="default"/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132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4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lodato\AppData\Local\Microsoft\Windows\Temporary%20Internet%20Files\Content.IE5\Y3YBNX34\U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EE7CE-A753-4A72-95E7-B3F5C2A8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URM.dotx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Lodato Bruno</cp:lastModifiedBy>
  <cp:revision>2</cp:revision>
  <cp:lastPrinted>2018-09-03T12:37:00Z</cp:lastPrinted>
  <dcterms:created xsi:type="dcterms:W3CDTF">2020-09-15T06:12:00Z</dcterms:created>
  <dcterms:modified xsi:type="dcterms:W3CDTF">2020-09-15T06:12:00Z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maleonet@microsoft.com</vt:lpwstr>
  </property>
  <property fmtid="{D5CDD505-2E9C-101B-9397-08002B2CF9AE}" pid="5" name="MSIP_Label_f42aa342-8706-4288-bd11-ebb85995028c_SetDate">
    <vt:lpwstr>2018-06-06T09:40:33.4633487Z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